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8A56E1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AA5550">
        <w:rPr>
          <w:rFonts w:eastAsia="Times New Roman" w:cs="Times New Roman"/>
          <w:lang w:eastAsia="cs-CZ"/>
        </w:rPr>
        <w:t>3 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00BFC446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="00AA46D4">
        <w:rPr>
          <w:rFonts w:eastAsia="Times New Roman" w:cs="Times New Roman"/>
          <w:lang w:eastAsia="cs-CZ"/>
        </w:rPr>
        <w:t>žádost o účast</w:t>
      </w:r>
      <w:r w:rsidR="00AA46D4" w:rsidRPr="00696BF2">
        <w:rPr>
          <w:rFonts w:eastAsia="Times New Roman" w:cs="Times New Roman"/>
          <w:lang w:eastAsia="cs-CZ"/>
        </w:rPr>
        <w:t xml:space="preserve"> </w:t>
      </w:r>
      <w:r w:rsidR="00AA46D4">
        <w:rPr>
          <w:rFonts w:eastAsia="Times New Roman" w:cs="Times New Roman"/>
          <w:lang w:eastAsia="cs-CZ"/>
        </w:rPr>
        <w:t>v dynamickém nákupním systému s</w:t>
      </w:r>
      <w:r w:rsidR="00AA46D4" w:rsidRPr="00696BF2">
        <w:rPr>
          <w:rFonts w:eastAsia="Times New Roman" w:cs="Times New Roman"/>
          <w:lang w:eastAsia="cs-CZ"/>
        </w:rPr>
        <w:t> názvem</w:t>
      </w:r>
      <w:r w:rsidRPr="007C304F"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7C304F">
        <w:rPr>
          <w:rFonts w:eastAsia="Times New Roman" w:cs="Times New Roman"/>
          <w:b/>
          <w:lang w:eastAsia="cs-CZ"/>
        </w:rPr>
        <w:t>„</w:t>
      </w:r>
      <w:bookmarkEnd w:id="1"/>
      <w:r w:rsidR="00AA5550" w:rsidRPr="007C304F">
        <w:rPr>
          <w:rFonts w:eastAsia="Times New Roman" w:cs="Times New Roman"/>
          <w:b/>
          <w:lang w:eastAsia="cs-CZ"/>
        </w:rPr>
        <w:t>Dynamický nákupní systém rozvoj SAP</w:t>
      </w:r>
      <w:r w:rsidRPr="007C304F">
        <w:rPr>
          <w:rFonts w:eastAsia="Times New Roman" w:cs="Times New Roman"/>
          <w:b/>
          <w:lang w:eastAsia="cs-CZ"/>
        </w:rPr>
        <w:t xml:space="preserve">“, </w:t>
      </w:r>
      <w:r w:rsidRPr="007C304F">
        <w:rPr>
          <w:rFonts w:eastAsia="Times New Roman" w:cs="Times New Roman"/>
          <w:lang w:eastAsia="cs-CZ"/>
        </w:rPr>
        <w:t xml:space="preserve">č.j. </w:t>
      </w:r>
      <w:r w:rsidR="00AA5550" w:rsidRPr="007C304F">
        <w:rPr>
          <w:rFonts w:eastAsia="Times New Roman" w:cs="Times New Roman"/>
          <w:lang w:eastAsia="cs-CZ"/>
        </w:rPr>
        <w:t>74843/2020-SŽ-GŘ-O8</w:t>
      </w:r>
      <w:r w:rsidRPr="007C304F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7C304F" w:rsidRPr="007C304F">
        <w:rPr>
          <w:rFonts w:eastAsia="Times New Roman" w:cs="Times New Roman"/>
          <w:lang w:eastAsia="cs-CZ"/>
        </w:rPr>
        <w:t>6 významných služeb</w:t>
      </w:r>
      <w:r w:rsidR="00AA5550" w:rsidRPr="007C304F">
        <w:rPr>
          <w:rFonts w:eastAsia="Times New Roman" w:cs="Times New Roman"/>
          <w:lang w:eastAsia="cs-CZ"/>
        </w:rPr>
        <w:t xml:space="preserve"> de</w:t>
      </w:r>
      <w:r w:rsidR="007C304F" w:rsidRPr="007C304F">
        <w:rPr>
          <w:rFonts w:eastAsia="Times New Roman" w:cs="Times New Roman"/>
          <w:lang w:eastAsia="cs-CZ"/>
        </w:rPr>
        <w:t>finovaných</w:t>
      </w:r>
      <w:r w:rsidRPr="007C304F">
        <w:rPr>
          <w:rFonts w:eastAsia="Times New Roman" w:cs="Times New Roman"/>
          <w:lang w:eastAsia="cs-CZ"/>
        </w:rPr>
        <w:t xml:space="preserve"> v čl. </w:t>
      </w:r>
      <w:r w:rsidR="00AA5550" w:rsidRPr="007C304F">
        <w:rPr>
          <w:rFonts w:eastAsia="Times New Roman" w:cs="Times New Roman"/>
          <w:lang w:eastAsia="cs-CZ"/>
        </w:rPr>
        <w:t>11.2.1</w:t>
      </w:r>
      <w:r w:rsidRPr="007C304F">
        <w:rPr>
          <w:rFonts w:eastAsia="Times New Roman" w:cs="Times New Roman"/>
          <w:lang w:eastAsia="cs-CZ"/>
        </w:rPr>
        <w:t xml:space="preserve"> </w:t>
      </w:r>
      <w:r w:rsidR="00AA5550" w:rsidRPr="007C304F">
        <w:rPr>
          <w:rFonts w:eastAsia="Times New Roman" w:cs="Times New Roman"/>
          <w:lang w:eastAsia="cs-CZ"/>
        </w:rPr>
        <w:t>zadávací dokumentace</w:t>
      </w:r>
      <w:r w:rsidRPr="007C304F">
        <w:rPr>
          <w:rFonts w:eastAsia="Times New Roman" w:cs="Times New Roman"/>
          <w:lang w:eastAsia="cs-CZ"/>
        </w:rPr>
        <w:t xml:space="preserve"> v  hodnotě </w:t>
      </w:r>
      <w:r w:rsidR="007C304F" w:rsidRPr="007C304F">
        <w:rPr>
          <w:rFonts w:eastAsia="Times New Roman" w:cs="Times New Roman"/>
          <w:lang w:eastAsia="cs-CZ"/>
        </w:rPr>
        <w:t>1</w:t>
      </w:r>
      <w:r w:rsidR="00AA5550" w:rsidRPr="007C304F">
        <w:rPr>
          <w:rFonts w:eastAsia="Times New Roman" w:cs="Times New Roman"/>
          <w:lang w:eastAsia="cs-CZ"/>
        </w:rPr>
        <w:t> 000 000</w:t>
      </w:r>
      <w:r w:rsidRPr="007C304F">
        <w:rPr>
          <w:rFonts w:eastAsia="Times New Roman" w:cs="Times New Roman"/>
          <w:lang w:eastAsia="cs-CZ"/>
        </w:rPr>
        <w:t xml:space="preserve"> Kč bez DPH</w:t>
      </w:r>
      <w:r w:rsidR="00AA5550" w:rsidRPr="007C304F">
        <w:rPr>
          <w:rFonts w:eastAsia="Times New Roman" w:cs="Times New Roman"/>
          <w:lang w:eastAsia="cs-CZ"/>
        </w:rPr>
        <w:t xml:space="preserve"> za každou z nich</w:t>
      </w:r>
      <w:r w:rsidRPr="007C304F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C304F" w14:paraId="0B018089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C312AE" w14:textId="77777777" w:rsidR="007C304F" w:rsidRDefault="007C304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8B068E3" w14:textId="77777777" w:rsidR="007C304F" w:rsidRDefault="007C304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52B4B7D6" w14:textId="77777777" w:rsidR="007C304F" w:rsidRDefault="007C304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D71BE" w14:textId="77777777" w:rsidR="007C304F" w:rsidRDefault="007C304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C304F" w14:paraId="06026CF7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554B196" w14:textId="77777777" w:rsidR="007C304F" w:rsidRDefault="007C304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4D2DC226" w14:textId="77777777" w:rsidR="007C304F" w:rsidRDefault="007C304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F7E12FA" w14:textId="77777777" w:rsidR="007C304F" w:rsidRDefault="007C304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0598" w14:textId="77777777" w:rsidR="007C304F" w:rsidRDefault="007C304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C304F" w14:paraId="31493645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16F2202" w14:textId="77777777" w:rsidR="007C304F" w:rsidRDefault="007C304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F788C55" w14:textId="77777777" w:rsidR="007C304F" w:rsidRDefault="007C304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EAC580B" w14:textId="77777777" w:rsidR="007C304F" w:rsidRDefault="007C304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7C8D" w14:textId="77777777" w:rsidR="007C304F" w:rsidRDefault="007C304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C304F" w14:paraId="733D0378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6A99261" w14:textId="77777777" w:rsidR="007C304F" w:rsidRDefault="007C304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2617CA9" w14:textId="77777777" w:rsidR="007C304F" w:rsidRDefault="007C304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0F8660B" w14:textId="77777777" w:rsidR="007C304F" w:rsidRDefault="007C304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F7734" w14:textId="77777777" w:rsidR="007C304F" w:rsidRDefault="007C304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7C304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77777777" w:rsidR="003C4FBB" w:rsidRPr="007C304F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77777777" w:rsidR="003C4FBB" w:rsidRPr="007C304F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77777777" w:rsidR="003C4FBB" w:rsidRPr="007C304F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77777777" w:rsidR="003C4FBB" w:rsidRPr="007C304F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D6ADE" w14:textId="77777777" w:rsidR="00D462C1" w:rsidRDefault="00D462C1" w:rsidP="00962258">
      <w:pPr>
        <w:spacing w:after="0" w:line="240" w:lineRule="auto"/>
      </w:pPr>
      <w:r>
        <w:separator/>
      </w:r>
    </w:p>
  </w:endnote>
  <w:endnote w:type="continuationSeparator" w:id="0">
    <w:p w14:paraId="4CC57622" w14:textId="77777777" w:rsidR="00D462C1" w:rsidRDefault="00D462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B55A3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0A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0A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EB0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A74E9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421930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0A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0A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BDDF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3D6E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2BC4F" w14:textId="77777777" w:rsidR="00D462C1" w:rsidRDefault="00D462C1" w:rsidP="00962258">
      <w:pPr>
        <w:spacing w:after="0" w:line="240" w:lineRule="auto"/>
      </w:pPr>
      <w:r>
        <w:separator/>
      </w:r>
    </w:p>
  </w:footnote>
  <w:footnote w:type="continuationSeparator" w:id="0">
    <w:p w14:paraId="376D7FDA" w14:textId="77777777" w:rsidR="00D462C1" w:rsidRDefault="00D462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0AD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04F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6D4"/>
    <w:rsid w:val="00AA4CBB"/>
    <w:rsid w:val="00AA5550"/>
    <w:rsid w:val="00AA65FA"/>
    <w:rsid w:val="00AA7351"/>
    <w:rsid w:val="00AD056F"/>
    <w:rsid w:val="00AD6731"/>
    <w:rsid w:val="00AE37F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462C1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0C4E97-04A7-4356-AD65-39A9122C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8C1672-52C6-45B9-B090-2727D13D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127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6</cp:revision>
  <cp:lastPrinted>2017-11-28T17:18:00Z</cp:lastPrinted>
  <dcterms:created xsi:type="dcterms:W3CDTF">2020-08-04T08:57:00Z</dcterms:created>
  <dcterms:modified xsi:type="dcterms:W3CDTF">2020-12-03T11:29:00Z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